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31E4A113" w:rsidR="00F422D3" w:rsidRDefault="00F422D3" w:rsidP="00B42F40">
      <w:pPr>
        <w:pStyle w:val="Titul2"/>
      </w:pPr>
      <w:r>
        <w:t>Název zakázky: „</w:t>
      </w:r>
      <w:r w:rsidR="004B7F1B" w:rsidRPr="004B7F1B">
        <w:t>Všestary - dopravní kancelář - vodovodní a kanalizační přípojka</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577BBBF0" w:rsidR="00F422D3" w:rsidRDefault="00F422D3" w:rsidP="00B42F40">
      <w:pPr>
        <w:pStyle w:val="Textbezodsazen"/>
        <w:spacing w:after="0"/>
      </w:pPr>
      <w:r>
        <w:t xml:space="preserve">se sídlem: </w:t>
      </w:r>
      <w:r w:rsidR="00091C41" w:rsidRPr="00091C41">
        <w:t>Praha 1 - Nové Město, Dlážděná 1003/7, PSČ 110 00</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0C07968D"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1A275CE4" w14:textId="77777777" w:rsidR="00F422D3" w:rsidRDefault="00F422D3" w:rsidP="00B42F40">
      <w:pPr>
        <w:pStyle w:val="Textbezodsazen"/>
      </w:pPr>
      <w:r>
        <w:t>(</w:t>
      </w:r>
      <w:r w:rsidRPr="00B42F40">
        <w:t>dále</w:t>
      </w:r>
      <w:r>
        <w:t xml:space="preserve"> jen „</w:t>
      </w:r>
      <w:r w:rsidRPr="00F422D3">
        <w:rPr>
          <w:b/>
        </w:rPr>
        <w:t>Objednatel</w:t>
      </w:r>
      <w:r>
        <w:t>“)</w:t>
      </w:r>
    </w:p>
    <w:p w14:paraId="73235D1C" w14:textId="77777777" w:rsidR="001D580D" w:rsidRDefault="001D580D" w:rsidP="00B42F40">
      <w:pPr>
        <w:pStyle w:val="Textbezodsazen"/>
      </w:pPr>
    </w:p>
    <w:p w14:paraId="2EB7E38C" w14:textId="77777777" w:rsidR="001D580D" w:rsidRPr="001D580D" w:rsidRDefault="001D580D" w:rsidP="00B42F40">
      <w:pPr>
        <w:pStyle w:val="Textbezodsazen"/>
        <w:rPr>
          <w:b/>
        </w:rPr>
      </w:pPr>
      <w:r w:rsidRPr="001D580D">
        <w:rPr>
          <w:b/>
        </w:rPr>
        <w:t>Adresa pro zasílání elektronických faktur:</w:t>
      </w:r>
    </w:p>
    <w:p w14:paraId="5FA14CBF" w14:textId="77777777" w:rsidR="001D580D" w:rsidRDefault="001D580D" w:rsidP="00B42F40">
      <w:pPr>
        <w:pStyle w:val="Textbezodsazen"/>
      </w:pPr>
      <w:r>
        <w:t xml:space="preserve">E-mail: </w:t>
      </w:r>
      <w:r w:rsidR="002E7B0B" w:rsidRPr="002E7B0B">
        <w:t>ePodatelnaCFUCechy@spravazeleznic.cz</w:t>
      </w:r>
    </w:p>
    <w:p w14:paraId="4A0A21E3" w14:textId="77777777" w:rsidR="001D580D" w:rsidRDefault="001D580D" w:rsidP="00B42F40">
      <w:pPr>
        <w:pStyle w:val="Textbezodsazen"/>
      </w:pPr>
    </w:p>
    <w:p w14:paraId="01C2EDE4" w14:textId="77777777" w:rsidR="00F422D3" w:rsidRDefault="00F422D3" w:rsidP="00B42F40">
      <w:pPr>
        <w:pStyle w:val="Textbezodsazen"/>
        <w:spacing w:after="0"/>
      </w:pPr>
      <w:r>
        <w:t>číslo smlouvy: "[</w:t>
      </w:r>
      <w:r w:rsidRPr="00F422D3">
        <w:rPr>
          <w:highlight w:val="green"/>
        </w:rPr>
        <w:t>VLOŽÍ OBJEDNATEL</w:t>
      </w:r>
      <w:r>
        <w:t xml:space="preserve">]" </w:t>
      </w:r>
    </w:p>
    <w:p w14:paraId="2E2CF0F0" w14:textId="21201EC3" w:rsidR="00D77605" w:rsidRDefault="00D77605" w:rsidP="001D2FE0">
      <w:pPr>
        <w:pStyle w:val="Textbezodsazen"/>
        <w:spacing w:after="0"/>
      </w:pPr>
      <w:r>
        <w:t xml:space="preserve">ev. č. registru VZ: </w:t>
      </w:r>
      <w:r w:rsidR="004B7F1B">
        <w:t>64020196</w:t>
      </w:r>
    </w:p>
    <w:p w14:paraId="0D23E802" w14:textId="77777777" w:rsidR="001D2FE0" w:rsidRDefault="001D2FE0" w:rsidP="00D77605">
      <w:pPr>
        <w:pStyle w:val="Textbezodsazen"/>
      </w:pPr>
      <w:r>
        <w:t>číslo jednací: "[</w:t>
      </w:r>
      <w:r>
        <w:rPr>
          <w:highlight w:val="green"/>
        </w:rPr>
        <w:t>VLOŽÍ OBJEDNATEL</w:t>
      </w:r>
      <w:r>
        <w:t>]"</w:t>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B08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5F5AB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8271F0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FDE2A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11845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00E994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447518D2" w14:textId="77777777" w:rsidR="00B42F40" w:rsidRDefault="00B42F40" w:rsidP="00B42F40">
      <w:pPr>
        <w:pStyle w:val="Textbezodsazen"/>
      </w:pPr>
    </w:p>
    <w:p w14:paraId="5B4613B8" w14:textId="77777777" w:rsidR="00B42F40" w:rsidRP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727E2E18" w:rsidR="00F24489" w:rsidRDefault="00F24489" w:rsidP="004B7F1B">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B7F1B">
        <w:t xml:space="preserve">64020196 </w:t>
      </w:r>
      <w:r w:rsidRPr="00F97DBD">
        <w:t xml:space="preserve">svůj úmysl zadat </w:t>
      </w:r>
      <w:r>
        <w:t xml:space="preserve">ve výběrovém řízení </w:t>
      </w:r>
      <w:r w:rsidRPr="00F97DBD">
        <w:t xml:space="preserve">veřejnou zakázku s názvem </w:t>
      </w:r>
      <w:r w:rsidRPr="003F35F3">
        <w:rPr>
          <w:b/>
        </w:rPr>
        <w:t>„</w:t>
      </w:r>
      <w:r w:rsidR="004B7F1B" w:rsidRPr="004B7F1B">
        <w:rPr>
          <w:b/>
        </w:rPr>
        <w:t>Všestary - dopravní kancelář - vodovodní a kanalizační přípojka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51CE1BCF"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(v sekci „O nás“ –&gt; „Vnitřní předpisy</w:t>
      </w:r>
      <w:r w:rsidR="008972FA">
        <w:t xml:space="preserve"> </w:t>
      </w:r>
      <w:r w:rsidR="00DF5C57">
        <w:t>Správy železnic</w:t>
      </w:r>
      <w:r w:rsidR="008972FA" w:rsidRPr="0001286C">
        <w:t>“ odkaz „Dokumenty a předpisy“</w:t>
      </w:r>
      <w:r w:rsidR="00FB669C">
        <w:t>)</w:t>
      </w:r>
      <w:r w:rsidR="00733922">
        <w:t xml:space="preserve"> </w:t>
      </w:r>
      <w:r w:rsidRPr="00733922">
        <w:t>a zavazuje se realizovat Dílo v souladu s těmito vnitřními předpisy Objednatele.</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5F7F2D8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4B7F1B" w:rsidRDefault="00F24489" w:rsidP="00F24489">
      <w:pPr>
        <w:pStyle w:val="Text1-1"/>
      </w:pPr>
      <w:r w:rsidRPr="004B7F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B7F1B">
        <w:rPr>
          <w:rStyle w:val="OdstavecsmlouvyChar"/>
          <w:rFonts w:eastAsiaTheme="minorHAnsi"/>
        </w:rPr>
        <w:t xml:space="preserve"> </w:t>
      </w:r>
      <w:r w:rsidRPr="004B7F1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BD62631" w14:textId="5C22A1AB" w:rsidR="00F24489" w:rsidRPr="00F24489" w:rsidRDefault="00F24489" w:rsidP="00F24489">
      <w:pPr>
        <w:pStyle w:val="Textbezslovn"/>
        <w:rPr>
          <w:b/>
        </w:rPr>
      </w:pPr>
      <w:r w:rsidRPr="00F24489">
        <w:rPr>
          <w:b/>
        </w:rPr>
        <w:t xml:space="preserve">Celková lhůta pro dokončení Díla činí celkem </w:t>
      </w:r>
      <w:r w:rsidR="004B7F1B">
        <w:rPr>
          <w:b/>
        </w:rPr>
        <w:t>7</w:t>
      </w:r>
      <w:r w:rsidRPr="00F24489">
        <w:rPr>
          <w:b/>
        </w:rPr>
        <w:t xml:space="preserve"> </w:t>
      </w:r>
      <w:r w:rsidRPr="004B7F1B">
        <w:rPr>
          <w:b/>
        </w:rPr>
        <w:t>měsíců</w:t>
      </w:r>
      <w:r w:rsidRPr="00F24489">
        <w:rPr>
          <w:b/>
        </w:rPr>
        <w:t xml:space="preserve"> ode Dne zahájení stavebních prací (dokladem prokazujícím, že Zhotovitel dokončil celé Dílo, je Předávací protokol dle odst. 10.4 Obchodních podmínek).</w:t>
      </w:r>
    </w:p>
    <w:p w14:paraId="3183DE99" w14:textId="0EA50D6D" w:rsidR="00F24489" w:rsidRDefault="00F24489" w:rsidP="00F24489">
      <w:pPr>
        <w:pStyle w:val="Textbezslovn"/>
      </w:pPr>
      <w:r w:rsidRPr="00F97DBD">
        <w:lastRenderedPageBreak/>
        <w:t xml:space="preserve">Lhůta pro dokončení stavebních prací činí celkem </w:t>
      </w:r>
      <w:r w:rsidR="004B7F1B">
        <w:rPr>
          <w:b/>
        </w:rPr>
        <w:t>6</w:t>
      </w:r>
      <w:r w:rsidRPr="00F24489">
        <w:rPr>
          <w:b/>
        </w:rPr>
        <w:t xml:space="preserve"> </w:t>
      </w:r>
      <w:r w:rsidRPr="004B7F1B">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DA6DEC5" w14:textId="10C39217" w:rsidR="00F24489" w:rsidRDefault="00F24489" w:rsidP="00F24489">
      <w:pPr>
        <w:pStyle w:val="Text1-1"/>
      </w:pPr>
      <w:r w:rsidRPr="00F97DBD">
        <w:t xml:space="preserve">Místo plnění je dáno místem, v němž má být </w:t>
      </w:r>
      <w:r w:rsidRPr="004B7F1B">
        <w:t xml:space="preserve">Dílo </w:t>
      </w:r>
      <w:r w:rsidR="00513588" w:rsidRPr="004B7F1B">
        <w:t>dle Projektové dokumentace</w:t>
      </w:r>
      <w:r w:rsidRPr="00F97DBD">
        <w:t xml:space="preserve"> umístěno.</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74B68DBF" w:rsidR="00214C3E" w:rsidRDefault="00214C3E" w:rsidP="004B7F1B">
      <w:pPr>
        <w:pStyle w:val="Text1-1"/>
      </w:pPr>
      <w:r w:rsidRPr="004B7F1B">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2F93E883" w:rsidR="00214C3E" w:rsidRPr="002032B6" w:rsidRDefault="00214C3E" w:rsidP="004B7F1B">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226EBD7D" w:rsidR="00214C3E" w:rsidRPr="00B81DEE" w:rsidRDefault="00214C3E" w:rsidP="00214C3E">
      <w:pPr>
        <w:pStyle w:val="Text1-1"/>
        <w:rPr>
          <w:rFonts w:cs="Times New Roman"/>
        </w:rPr>
      </w:pPr>
      <w:r>
        <w:t xml:space="preserve">Splatnost faktury - daňového dokladu je </w:t>
      </w:r>
      <w:r w:rsidR="00DF610F">
        <w:t>šedesát</w:t>
      </w:r>
      <w:r>
        <w:t xml:space="preserve"> (</w:t>
      </w:r>
      <w:r w:rsidR="00DF610F">
        <w:t>60</w:t>
      </w:r>
      <w:r>
        <w:t>) dn</w:t>
      </w:r>
      <w:r w:rsidR="00DF610F">
        <w:t>í</w:t>
      </w:r>
      <w:r>
        <w:t xml:space="preserve"> od doručení řádného daňového dokladu Objednateli. </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 xml:space="preserve">ností Objednatel </w:t>
      </w:r>
      <w:r>
        <w:lastRenderedPageBreak/>
        <w:t>uvádí, že veškeré doklady dle tohoto bodu Obchodních podmínek se předkládají v kopiích s tím, že Objednatel si kdykoliv může vyžádat předložení originálů či ověřených kopií dokladů.</w:t>
      </w:r>
    </w:p>
    <w:p w14:paraId="3141C69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672DEECD" w:rsidR="00214C3E" w:rsidRPr="00DF610F" w:rsidRDefault="00214C3E" w:rsidP="005A3824">
      <w:pPr>
        <w:pStyle w:val="Text1-1"/>
      </w:pPr>
      <w:r w:rsidRPr="00DF610F">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07435B22" w:rsidR="005158D6" w:rsidRPr="007579FD" w:rsidRDefault="001C513F" w:rsidP="007579FD">
      <w:pPr>
        <w:pStyle w:val="Text1-1"/>
      </w:pPr>
      <w:r w:rsidRPr="007579FD">
        <w:t>Bod 13.3</w:t>
      </w:r>
      <w:r w:rsidR="005158D6" w:rsidRPr="007579FD">
        <w:t xml:space="preserve"> Obchodních podmínek se mění takto: </w:t>
      </w:r>
    </w:p>
    <w:p w14:paraId="5E5D0127" w14:textId="77777777" w:rsidR="00281F25" w:rsidRDefault="00281F25" w:rsidP="00281F25">
      <w:pPr>
        <w:pStyle w:val="Text1-1"/>
        <w:numPr>
          <w:ilvl w:val="0"/>
          <w:numId w:val="0"/>
        </w:numPr>
        <w:ind w:left="737"/>
      </w:pPr>
      <w:r w:rsidRPr="007579FD">
        <w:t>„Zhotovitel vyhotoví každý daňový doklad</w:t>
      </w:r>
      <w:r w:rsidR="003D6BAD" w:rsidRPr="007579FD">
        <w:t xml:space="preserve"> </w:t>
      </w:r>
      <w:r w:rsidRPr="007579FD">
        <w:t xml:space="preserve">v elektronické podobě. Po dokončení Díla Zhotovitel vyhotoví a </w:t>
      </w:r>
      <w:r w:rsidR="005363B1" w:rsidRPr="007579FD">
        <w:t>zašle</w:t>
      </w:r>
      <w:r w:rsidRPr="007579FD">
        <w:t xml:space="preserve"> Objednateli konečný daňový doklad. Daňové doklady, vč. všech příloh, budou zasílány na e-mailovou adresu pro </w:t>
      </w:r>
      <w:r w:rsidR="003D6BAD" w:rsidRPr="007579FD">
        <w:t xml:space="preserve">zasílání elektronických faktur </w:t>
      </w:r>
      <w:r w:rsidRPr="007579FD">
        <w:t>uvedenou v </w:t>
      </w:r>
      <w:r w:rsidR="003D6BAD" w:rsidRPr="007579FD">
        <w:t>kontaktu</w:t>
      </w:r>
      <w:r w:rsidRPr="007579FD">
        <w:t xml:space="preserve"> objednatele. V případě technických problémů s vyhotovením elektronické podoby daňového dokladu či jeho příloh (např. nečitelnost scanu) bude objednatel akceptovat daňový doklad doručený v listinné podobě.“</w:t>
      </w:r>
    </w:p>
    <w:p w14:paraId="14E4B278" w14:textId="64E361F8" w:rsidR="007A6B0E" w:rsidRPr="00674149" w:rsidRDefault="007579FD" w:rsidP="007579FD">
      <w:pPr>
        <w:pStyle w:val="Text1-1"/>
      </w:pPr>
      <w:r>
        <w:t>Neobsazeno</w:t>
      </w:r>
    </w:p>
    <w:p w14:paraId="249F5121" w14:textId="77777777" w:rsidR="006D5FA9" w:rsidRPr="00D40A8A" w:rsidRDefault="00214C3E" w:rsidP="00214C3E">
      <w:pPr>
        <w:pStyle w:val="Text1-1"/>
      </w:pPr>
      <w:r w:rsidRPr="00D40A8A">
        <w:t xml:space="preserve">Bod 13.9 Obchodních podmínek se mění takto: </w:t>
      </w:r>
    </w:p>
    <w:p w14:paraId="60F9ED98" w14:textId="11BAB578" w:rsidR="006D5FA9" w:rsidRPr="007579FD" w:rsidRDefault="006D5FA9" w:rsidP="006D5FA9">
      <w:pPr>
        <w:pStyle w:val="Text1-1"/>
        <w:numPr>
          <w:ilvl w:val="0"/>
          <w:numId w:val="0"/>
        </w:numPr>
        <w:ind w:left="737"/>
      </w:pPr>
      <w:r w:rsidRPr="007579FD">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69E4AF95" w:rsidR="00214C3E" w:rsidRDefault="00214C3E" w:rsidP="007579FD">
      <w:pPr>
        <w:pStyle w:val="Text1-1"/>
      </w:pPr>
      <w:r>
        <w:t xml:space="preserve">Bod 19.4 Obchodních podmínek se mění takto: </w:t>
      </w:r>
      <w:r w:rsidR="007579FD" w:rsidRPr="007579FD">
        <w:t>Zhotovitel poskytuje záruku za jakost na dílo a provedené práce v délce 24 měsíců od předání a převzetí díla. Pokud výrobce dodaného zařízení, technologie nebo jednotlivých dílů uvádí záruční dobu v trvání delším, než je požadovaná lhůta, platí záruční doba uváděná výrobcem.</w:t>
      </w:r>
      <w:r>
        <w:t xml:space="preserve">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 xml:space="preserve">a to, zda jde </w:t>
      </w:r>
      <w:r>
        <w:lastRenderedPageBreak/>
        <w:t>o</w:t>
      </w:r>
      <w:r w:rsidR="00480470" w:rsidRPr="00480470">
        <w:t> </w:t>
      </w:r>
      <w:r>
        <w:t>pokutu za každý případ porušení povinnosti nebo za každý den započatý den prodlení, tato pravidla:</w:t>
      </w:r>
    </w:p>
    <w:p w14:paraId="7B80226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DB3AF7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15E518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77777777" w:rsidR="00214C3E" w:rsidRDefault="00214C3E" w:rsidP="00214C3E">
      <w:pPr>
        <w:pStyle w:val="Text1-1"/>
      </w:pPr>
      <w:r>
        <w:t>V bodě 22.1.1 a 22.1.2 Obchodních podmínek se lhůty upravují na třicet (30) dní.</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37C47D74" w:rsidR="00D65992" w:rsidRPr="00D65992" w:rsidRDefault="00D65992" w:rsidP="00D65992">
      <w:pPr>
        <w:pStyle w:val="Nadpis1-1"/>
      </w:pPr>
      <w:r w:rsidRPr="00D65992">
        <w:t>Odpovědné veřejné zadávání</w:t>
      </w:r>
    </w:p>
    <w:p w14:paraId="34F07E78" w14:textId="77777777" w:rsidR="00D65992" w:rsidRPr="00D65992" w:rsidRDefault="00D65992" w:rsidP="00D65992">
      <w:pPr>
        <w:pStyle w:val="Text1-1"/>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0930A2A1" w14:textId="77777777" w:rsidR="00D65992" w:rsidRPr="00D65992" w:rsidRDefault="00D65992" w:rsidP="00D65992">
      <w:pPr>
        <w:pStyle w:val="Text1-1"/>
      </w:pPr>
      <w:r w:rsidRPr="00D65992">
        <w:t>Objednatel je povinen na základě (i) usnesení vlády ze dne 24. 7. 2017, č. 531, o pravidlech uplatňování odpovědného přístupu k zadávání veřejných zakázek a nákupech státní správy a samosprávy, a dále (ii)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29DBB695" w14:textId="77777777" w:rsidR="00D65992" w:rsidRPr="00D65992" w:rsidRDefault="00D65992" w:rsidP="00D65992">
      <w:pPr>
        <w:pStyle w:val="Text1-1"/>
      </w:pPr>
      <w:r w:rsidRPr="00D65992">
        <w:t>Prvky OVZ a povinnosti Zhotovitele s OVZ spojené Objednatel definoval v následujících ustanoveních smlouvy:</w:t>
      </w:r>
    </w:p>
    <w:p w14:paraId="6CF83F87" w14:textId="47758A95" w:rsidR="00D65992" w:rsidRPr="00D65992" w:rsidRDefault="00D65992" w:rsidP="00D65992">
      <w:pPr>
        <w:pStyle w:val="Odstavec1-1a"/>
        <w:numPr>
          <w:ilvl w:val="0"/>
          <w:numId w:val="44"/>
        </w:numPr>
      </w:pPr>
      <w:r w:rsidRPr="00D65992">
        <w:t xml:space="preserve">bodu </w:t>
      </w:r>
      <w:r w:rsidR="0057416E">
        <w:t>6.4</w:t>
      </w:r>
      <w:r w:rsidRPr="00D65992">
        <w:t xml:space="preserve"> a </w:t>
      </w:r>
      <w:r w:rsidR="0057416E">
        <w:t>6.5</w:t>
      </w:r>
      <w:r w:rsidRPr="00D65992">
        <w:t xml:space="preserve"> této </w:t>
      </w:r>
      <w:r w:rsidR="005C0D18">
        <w:t>S</w:t>
      </w:r>
      <w:r w:rsidRPr="00D65992">
        <w:t>mlouvy</w:t>
      </w:r>
    </w:p>
    <w:p w14:paraId="0AAA103D" w14:textId="77777777" w:rsidR="00D65992" w:rsidRPr="00D65992" w:rsidRDefault="00D65992" w:rsidP="00D65992">
      <w:pPr>
        <w:pStyle w:val="Text1-1"/>
      </w:pPr>
      <w:r w:rsidRPr="00D65992">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D65992">
        <w:lastRenderedPageBreak/>
        <w:t>smluvních partnerů Zhotovitele; musí z ní však vždy být zřejmé splnění povinnosti Zhotovitele dle tohoto odstavce smlouvy.</w:t>
      </w:r>
    </w:p>
    <w:p w14:paraId="4B93D148" w14:textId="7A8F3C71" w:rsidR="00D65992" w:rsidRPr="00D65992" w:rsidRDefault="00D65992" w:rsidP="00D65992">
      <w:pPr>
        <w:pStyle w:val="Text1-1"/>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57B5889"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42AB923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579FD">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1"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72574F2"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4F44709" w14:textId="2ECED94C" w:rsidR="00214C3E" w:rsidRPr="00F97DBD" w:rsidRDefault="00214C3E" w:rsidP="007579FD">
            <w:pPr>
              <w:pStyle w:val="Textbezslovn"/>
              <w:jc w:val="left"/>
            </w:pPr>
            <w:r w:rsidRPr="00F97DBD">
              <w:t xml:space="preserve">c) Zvláštní technické podmínky </w:t>
            </w:r>
            <w:r w:rsidR="00C72129">
              <w:t xml:space="preserve">ze dne </w:t>
            </w:r>
            <w:r w:rsidR="007579FD">
              <w:t>19. 10. 2020</w:t>
            </w:r>
            <w:r w:rsidR="00C72129">
              <w:t xml:space="preserve"> </w:t>
            </w:r>
          </w:p>
        </w:tc>
      </w:tr>
      <w:bookmarkStart w:id="3"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4"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5"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6"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7"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AE6038"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D9074C" w14:textId="77777777" w:rsidR="00214C3E" w:rsidRPr="00F97DBD" w:rsidRDefault="00214C3E" w:rsidP="00C65F2F">
            <w:pPr>
              <w:pStyle w:val="Textbezslovn"/>
              <w:jc w:val="left"/>
            </w:pPr>
            <w:r w:rsidRPr="00214C3E">
              <w:rPr>
                <w:u w:val="single"/>
              </w:rPr>
              <w:t>Příloha č. 9</w:t>
            </w:r>
            <w:r>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7CE5D67F" w14:textId="77777777" w:rsidR="00214C3E" w:rsidRPr="00F97DBD" w:rsidRDefault="00214C3E" w:rsidP="00C65F2F">
            <w:pPr>
              <w:pStyle w:val="Textbezslovn"/>
              <w:jc w:val="left"/>
            </w:pPr>
            <w:r>
              <w:t>Zmocnění Vedoucího Zhotovitele</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7777777" w:rsidR="00E463D2" w:rsidRPr="00CA734E" w:rsidRDefault="00570121" w:rsidP="00E463D2">
      <w:pPr>
        <w:pStyle w:val="Textbezodsazen"/>
      </w:pPr>
      <w:r w:rsidRPr="00CA734E">
        <w:t>OP/R/1</w:t>
      </w:r>
      <w:r w:rsidR="00CE44E0">
        <w:t>8</w:t>
      </w:r>
      <w:r w:rsidRPr="00CA734E">
        <w:t>/19</w:t>
      </w:r>
    </w:p>
    <w:p w14:paraId="1AC82702"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0B8D41C2" w14:textId="77777777" w:rsidR="00CB4F6D" w:rsidRPr="00E463D2" w:rsidRDefault="00CB4F6D" w:rsidP="00E463D2">
      <w:pPr>
        <w:pStyle w:val="Textbezodsazen"/>
      </w:pPr>
    </w:p>
    <w:p w14:paraId="452074A3" w14:textId="77777777" w:rsidR="007145F3" w:rsidRDefault="007145F3" w:rsidP="00CB4F6D">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7FEB8BF1"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A64A66C" w14:textId="77777777" w:rsidR="00940F66" w:rsidRPr="007579FD" w:rsidRDefault="00940F66" w:rsidP="007579FD">
      <w:pPr>
        <w:pStyle w:val="Odstavec1-1a"/>
        <w:numPr>
          <w:ilvl w:val="0"/>
          <w:numId w:val="40"/>
        </w:numPr>
        <w:rPr>
          <w:b/>
        </w:rPr>
      </w:pPr>
      <w:r w:rsidRPr="007579FD">
        <w:rPr>
          <w:b/>
        </w:rPr>
        <w:t>Všeobecné technické podmínky realizace stavby VTP/R/1</w:t>
      </w:r>
      <w:r w:rsidR="00AD0E93" w:rsidRPr="007579FD">
        <w:rPr>
          <w:b/>
        </w:rPr>
        <w:t>2/19</w:t>
      </w:r>
    </w:p>
    <w:p w14:paraId="5251391A" w14:textId="77777777" w:rsidR="00940F66" w:rsidRDefault="00940F66" w:rsidP="007579FD">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0D227D88" w14:textId="641E50C2" w:rsidR="00940F66" w:rsidRDefault="00940F66" w:rsidP="007579FD">
      <w:pPr>
        <w:pStyle w:val="Odstavec1-1a"/>
        <w:numPr>
          <w:ilvl w:val="0"/>
          <w:numId w:val="40"/>
        </w:numPr>
        <w:rPr>
          <w:rFonts w:ascii="Arial" w:hAnsi="Arial" w:cs="Arial"/>
          <w:lang w:eastAsia="ja-JP"/>
        </w:rPr>
      </w:pPr>
      <w:r>
        <w:rPr>
          <w:b/>
        </w:rPr>
        <w:t xml:space="preserve">Zvláštní technické podmínky ze dne </w:t>
      </w:r>
      <w:r w:rsidR="007579FD" w:rsidRPr="007579FD">
        <w:rPr>
          <w:b/>
        </w:rPr>
        <w:t>19. 10. 2020</w:t>
      </w: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96AD072" w14:textId="4784228A" w:rsidR="00E9697F" w:rsidRDefault="00E463D2" w:rsidP="00D17628">
      <w:pPr>
        <w:pStyle w:val="Nadpisbezsl1-2"/>
      </w:pPr>
      <w:r w:rsidRPr="00F97DBD">
        <w:t>Související dokumenty</w:t>
      </w:r>
    </w:p>
    <w:p w14:paraId="332DE711" w14:textId="77777777" w:rsidR="00D17628" w:rsidRPr="00D17628" w:rsidRDefault="00D17628" w:rsidP="00D17628">
      <w:pPr>
        <w:pStyle w:val="Nadpisbezsl1-2"/>
      </w:pPr>
    </w:p>
    <w:p w14:paraId="71CB7A28" w14:textId="77777777" w:rsidR="00E9697F" w:rsidRPr="00D17628" w:rsidRDefault="00E9697F" w:rsidP="00E9697F">
      <w:pPr>
        <w:pStyle w:val="Odrka1-2-"/>
        <w:numPr>
          <w:ilvl w:val="1"/>
          <w:numId w:val="41"/>
        </w:numPr>
        <w:rPr>
          <w:b/>
        </w:rPr>
      </w:pPr>
      <w:r w:rsidRPr="00D17628">
        <w:rPr>
          <w:b/>
        </w:rPr>
        <w:t>Projektová dokumentace stavby</w:t>
      </w:r>
    </w:p>
    <w:p w14:paraId="261A3B15" w14:textId="3C9D1BD6" w:rsidR="00E9697F" w:rsidRDefault="00E9697F" w:rsidP="00E9697F">
      <w:pPr>
        <w:pStyle w:val="Odrka1-2-"/>
        <w:numPr>
          <w:ilvl w:val="0"/>
          <w:numId w:val="0"/>
        </w:numPr>
        <w:tabs>
          <w:tab w:val="left" w:pos="708"/>
        </w:tabs>
        <w:ind w:left="1531"/>
      </w:pPr>
      <w:r w:rsidRPr="00D17628">
        <w:t>Součástí smlouvy je projektová dokumentace stavby, která byla uveřejněna na profilu zadavatele jako součást zadávací dokumentace.</w:t>
      </w:r>
    </w:p>
    <w:p w14:paraId="3C283622" w14:textId="6DB18420" w:rsidR="00D17628" w:rsidRDefault="00D17628" w:rsidP="00E9697F">
      <w:pPr>
        <w:pStyle w:val="Odrka1-2-"/>
        <w:numPr>
          <w:ilvl w:val="0"/>
          <w:numId w:val="0"/>
        </w:numPr>
        <w:tabs>
          <w:tab w:val="left" w:pos="708"/>
        </w:tabs>
        <w:ind w:left="1531"/>
      </w:pPr>
    </w:p>
    <w:p w14:paraId="4E26AE4B" w14:textId="78910825" w:rsidR="00D17628" w:rsidRDefault="00D17628" w:rsidP="00D17628">
      <w:pPr>
        <w:pStyle w:val="Odrka1-2-"/>
        <w:numPr>
          <w:ilvl w:val="1"/>
          <w:numId w:val="41"/>
        </w:numPr>
      </w:pPr>
      <w:r>
        <w:rPr>
          <w:b/>
        </w:rPr>
        <w:t>Územní souhlas</w:t>
      </w:r>
      <w:r w:rsidRPr="00D17628">
        <w:t xml:space="preserve"> ze dne </w:t>
      </w:r>
      <w:r w:rsidRPr="00D17628">
        <w:rPr>
          <w:highlight w:val="green"/>
        </w:rPr>
        <w:t>xxx</w:t>
      </w:r>
      <w:r w:rsidRPr="00D17628">
        <w:t xml:space="preserve">, č. j.: </w:t>
      </w:r>
      <w:r w:rsidRPr="00D17628">
        <w:rPr>
          <w:highlight w:val="green"/>
        </w:rPr>
        <w:t>xxx</w:t>
      </w:r>
      <w:r w:rsidRPr="00D17628">
        <w:t xml:space="preserve">, sp. zn.: </w:t>
      </w:r>
      <w:r w:rsidRPr="00D17628">
        <w:rPr>
          <w:highlight w:val="green"/>
        </w:rPr>
        <w:t>xxx</w:t>
      </w:r>
      <w:r w:rsidRPr="00D17628">
        <w:t>, vydan</w:t>
      </w:r>
      <w:r>
        <w:t>ý</w:t>
      </w:r>
      <w:r w:rsidRPr="00D17628">
        <w:t xml:space="preserve"> </w:t>
      </w:r>
      <w:r w:rsidRPr="00D17628">
        <w:rPr>
          <w:highlight w:val="green"/>
        </w:rPr>
        <w:t>xxx</w:t>
      </w:r>
      <w:r w:rsidRPr="00D17628">
        <w:t xml:space="preserve">, odbor </w:t>
      </w:r>
      <w:r w:rsidRPr="00D17628">
        <w:rPr>
          <w:highlight w:val="green"/>
        </w:rPr>
        <w:t>xxx</w:t>
      </w:r>
      <w:r w:rsidRPr="00D17628">
        <w:t>.</w:t>
      </w:r>
    </w:p>
    <w:p w14:paraId="0BE83753" w14:textId="77777777" w:rsidR="00954D24" w:rsidRDefault="00954D24" w:rsidP="00954D24">
      <w:pPr>
        <w:pStyle w:val="Odrka1-2-"/>
        <w:numPr>
          <w:ilvl w:val="0"/>
          <w:numId w:val="0"/>
        </w:numPr>
        <w:tabs>
          <w:tab w:val="left" w:pos="708"/>
        </w:tabs>
        <w:ind w:left="1531"/>
      </w:pPr>
    </w:p>
    <w:p w14:paraId="221DF875" w14:textId="749CEBF6" w:rsidR="006C0BB6" w:rsidRPr="00954D24" w:rsidRDefault="00954D24" w:rsidP="00954D24">
      <w:pPr>
        <w:pStyle w:val="Odrka1-2-"/>
        <w:numPr>
          <w:ilvl w:val="0"/>
          <w:numId w:val="0"/>
        </w:numPr>
        <w:tabs>
          <w:tab w:val="left" w:pos="708"/>
        </w:tabs>
        <w:ind w:left="1531"/>
        <w:rPr>
          <w:highlight w:val="green"/>
        </w:rPr>
        <w:sectPr w:rsidR="006C0BB6" w:rsidRPr="00954D24" w:rsidSect="004D09FB">
          <w:pgSz w:w="11906" w:h="16838" w:code="9"/>
          <w:pgMar w:top="1049" w:right="1134" w:bottom="1474" w:left="1418" w:header="595" w:footer="624" w:gutter="652"/>
          <w:pgNumType w:start="1"/>
          <w:cols w:space="708"/>
          <w:docGrid w:linePitch="360"/>
        </w:sectPr>
      </w:pPr>
      <w:r w:rsidRPr="00954D24">
        <w:rPr>
          <w:highlight w:val="green"/>
        </w:rPr>
        <w:t>Datum, č. j. a sp. zn. bud</w:t>
      </w:r>
      <w:r w:rsidR="00BA4CE0">
        <w:rPr>
          <w:highlight w:val="green"/>
        </w:rPr>
        <w:t>ou</w:t>
      </w:r>
      <w:r w:rsidRPr="00954D24">
        <w:rPr>
          <w:highlight w:val="green"/>
        </w:rPr>
        <w:t xml:space="preserve"> doplněn</w:t>
      </w:r>
      <w:r w:rsidR="00BA4CE0">
        <w:rPr>
          <w:highlight w:val="green"/>
        </w:rPr>
        <w:t>y</w:t>
      </w:r>
      <w:r w:rsidRPr="00954D24">
        <w:rPr>
          <w:highlight w:val="green"/>
        </w:rPr>
        <w:t xml:space="preserve"> před zadáním veřejné zakázky. </w:t>
      </w:r>
      <w:r w:rsidR="00091C41">
        <w:rPr>
          <w:highlight w:val="green"/>
        </w:rPr>
        <w:t>Územní souhlas bude předán</w:t>
      </w:r>
      <w:r w:rsidRPr="00954D24">
        <w:rPr>
          <w:highlight w:val="green"/>
        </w:rPr>
        <w:t xml:space="preserve"> bez zbytečného odkladu před podpisem smlouvy vítěznému účastníkovi.</w:t>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260943DB" w14:textId="156BA699" w:rsidR="00E463D2" w:rsidRPr="00954D24" w:rsidRDefault="004E19AA" w:rsidP="00E463D2">
      <w:pPr>
        <w:pStyle w:val="Odrka1-1"/>
        <w:rPr>
          <w:b/>
        </w:rPr>
      </w:pPr>
      <w:r w:rsidRPr="00954D24">
        <w:rPr>
          <w:b/>
        </w:rPr>
        <w:t xml:space="preserve">Rekapitulace </w:t>
      </w:r>
      <w:r w:rsidR="00E463D2" w:rsidRPr="00954D24">
        <w:rPr>
          <w:b/>
        </w:rPr>
        <w:t>Ceny Díla dle stavebních objektů (SO):</w:t>
      </w:r>
    </w:p>
    <w:p w14:paraId="4C7CFA3B" w14:textId="77777777" w:rsidR="00F340DA" w:rsidRDefault="00F340DA" w:rsidP="00E463D2">
      <w:pPr>
        <w:pStyle w:val="Textbezslovn"/>
        <w:rPr>
          <w:highlight w:val="yellow"/>
        </w:rPr>
      </w:pPr>
    </w:p>
    <w:p w14:paraId="719882D2" w14:textId="77777777" w:rsidR="00F340DA" w:rsidRDefault="00F340DA" w:rsidP="00E463D2">
      <w:pPr>
        <w:pStyle w:val="Textbezslovn"/>
        <w:rPr>
          <w:highlight w:val="green"/>
        </w:rPr>
      </w:pPr>
      <w:r w:rsidRPr="00F762A8">
        <w:rPr>
          <w:highlight w:val="yellow"/>
        </w:rPr>
        <w:t>[VLOŽÍ ZHOTOVITEL]</w:t>
      </w:r>
    </w:p>
    <w:p w14:paraId="02DFA6E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1B9E9AC1" w14:textId="1CF49D83" w:rsidR="00D17628" w:rsidRDefault="00D17628" w:rsidP="00D17628">
      <w:pPr>
        <w:pStyle w:val="Textbezslovn"/>
        <w:ind w:left="0"/>
      </w:pPr>
    </w:p>
    <w:p w14:paraId="471BACDC" w14:textId="1193AA5A" w:rsidR="006C0BB6" w:rsidRDefault="006C0BB6" w:rsidP="00F340DA">
      <w:pPr>
        <w:pStyle w:val="Textbezslovn"/>
        <w:sectPr w:rsidR="006C0BB6" w:rsidSect="008F58C3">
          <w:footerReference w:type="first" r:id="rId20"/>
          <w:pgSz w:w="11906" w:h="16838" w:code="9"/>
          <w:pgMar w:top="1049" w:right="1134" w:bottom="1474" w:left="1418" w:header="595" w:footer="472" w:gutter="652"/>
          <w:pgNumType w:start="1"/>
          <w:cols w:space="708"/>
          <w:docGrid w:linePitch="360"/>
        </w:sectPr>
      </w:pP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8984B20" w14:textId="70861BF7" w:rsidR="00ED29F1" w:rsidRPr="00F95FBD" w:rsidRDefault="00D17628"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Lejsek</w:t>
            </w:r>
          </w:p>
        </w:tc>
      </w:tr>
      <w:tr w:rsidR="00ED29F1" w:rsidRPr="00F95FBD"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ED29F1" w:rsidRPr="00F95FBD" w:rsidRDefault="00ED29F1" w:rsidP="000708ED">
            <w:pPr>
              <w:pStyle w:val="Tabulka"/>
              <w:rPr>
                <w:sz w:val="18"/>
              </w:rPr>
            </w:pPr>
            <w:r w:rsidRPr="00F95FBD">
              <w:rPr>
                <w:sz w:val="18"/>
              </w:rPr>
              <w:t>Adresa</w:t>
            </w:r>
          </w:p>
        </w:tc>
        <w:tc>
          <w:tcPr>
            <w:tcW w:w="5812" w:type="dxa"/>
          </w:tcPr>
          <w:p w14:paraId="6BFE6435" w14:textId="47F49FCC" w:rsidR="00ED29F1" w:rsidRPr="00F95FBD"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Rieg</w:t>
            </w:r>
            <w:r>
              <w:rPr>
                <w:sz w:val="18"/>
              </w:rPr>
              <w:t xml:space="preserve">rovo nám. 1660, </w:t>
            </w:r>
            <w:r w:rsidRPr="00D17628">
              <w:rPr>
                <w:sz w:val="18"/>
              </w:rPr>
              <w:t>500 02</w:t>
            </w:r>
            <w:r>
              <w:rPr>
                <w:sz w:val="18"/>
              </w:rPr>
              <w:t xml:space="preserve"> Hradec Králové </w:t>
            </w:r>
          </w:p>
        </w:tc>
      </w:tr>
      <w:tr w:rsidR="00D17628" w:rsidRPr="00F95FBD"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D17628" w:rsidRPr="00F95FBD" w:rsidRDefault="00D17628" w:rsidP="00D17628">
            <w:pPr>
              <w:pStyle w:val="Tabulka"/>
              <w:rPr>
                <w:sz w:val="18"/>
              </w:rPr>
            </w:pPr>
            <w:r w:rsidRPr="00F95FBD">
              <w:rPr>
                <w:sz w:val="18"/>
              </w:rPr>
              <w:t>E-mail</w:t>
            </w:r>
          </w:p>
        </w:tc>
        <w:tc>
          <w:tcPr>
            <w:tcW w:w="5812" w:type="dxa"/>
          </w:tcPr>
          <w:p w14:paraId="146A2829" w14:textId="3E7CDFBA" w:rsidR="00D17628" w:rsidRPr="00F95FBD"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BA41FF">
              <w:rPr>
                <w:sz w:val="18"/>
              </w:rPr>
              <w:t>Lejsek@spravazeleznic.cz</w:t>
            </w:r>
          </w:p>
        </w:tc>
      </w:tr>
      <w:tr w:rsidR="00D17628" w:rsidRPr="00F95FBD"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D17628" w:rsidRPr="00F95FBD" w:rsidRDefault="00D17628" w:rsidP="00D17628">
            <w:pPr>
              <w:pStyle w:val="Tabulka"/>
              <w:rPr>
                <w:sz w:val="18"/>
              </w:rPr>
            </w:pPr>
            <w:r w:rsidRPr="00F95FBD">
              <w:rPr>
                <w:sz w:val="18"/>
              </w:rPr>
              <w:t>Telefon</w:t>
            </w:r>
          </w:p>
        </w:tc>
        <w:tc>
          <w:tcPr>
            <w:tcW w:w="5812" w:type="dxa"/>
          </w:tcPr>
          <w:p w14:paraId="6384B53E" w14:textId="26A432F7" w:rsidR="00D17628" w:rsidRPr="00F95FBD"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BA41FF">
              <w:rPr>
                <w:sz w:val="18"/>
              </w:rPr>
              <w:t>725 988 992</w:t>
            </w:r>
          </w:p>
        </w:tc>
      </w:tr>
    </w:tbl>
    <w:p w14:paraId="63DAEC3F" w14:textId="77777777" w:rsidR="00ED29F1" w:rsidRPr="00F95FBD" w:rsidRDefault="00ED29F1" w:rsidP="00ED29F1">
      <w:pPr>
        <w:pStyle w:val="Textbezodsazen"/>
      </w:pPr>
    </w:p>
    <w:p w14:paraId="60A626C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17628" w:rsidRPr="00F95FBD"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D17628" w:rsidRPr="00F95FBD" w:rsidRDefault="00D17628" w:rsidP="00D17628">
            <w:pPr>
              <w:pStyle w:val="Tabulka"/>
              <w:rPr>
                <w:rStyle w:val="Nadpisvtabulce"/>
                <w:b w:val="0"/>
              </w:rPr>
            </w:pPr>
            <w:r w:rsidRPr="00F95FBD">
              <w:rPr>
                <w:rStyle w:val="Nadpisvtabulce"/>
                <w:b w:val="0"/>
              </w:rPr>
              <w:t>Jméno a příjmení</w:t>
            </w:r>
          </w:p>
        </w:tc>
        <w:tc>
          <w:tcPr>
            <w:tcW w:w="5812" w:type="dxa"/>
          </w:tcPr>
          <w:p w14:paraId="4FA6301E" w14:textId="07D5F0DC" w:rsidR="00D17628" w:rsidRPr="00D17628" w:rsidRDefault="00D17628" w:rsidP="00D17628">
            <w:pPr>
              <w:pStyle w:val="Tabulka"/>
              <w:cnfStyle w:val="100000000000" w:firstRow="1" w:lastRow="0" w:firstColumn="0" w:lastColumn="0" w:oddVBand="0" w:evenVBand="0" w:oddHBand="0" w:evenHBand="0" w:firstRowFirstColumn="0" w:firstRowLastColumn="0" w:lastRowFirstColumn="0" w:lastRowLastColumn="0"/>
              <w:rPr>
                <w:sz w:val="18"/>
              </w:rPr>
            </w:pPr>
            <w:r w:rsidRPr="00D17628">
              <w:rPr>
                <w:sz w:val="18"/>
              </w:rPr>
              <w:t>Ing. Lukáš Lejsek</w:t>
            </w:r>
          </w:p>
        </w:tc>
      </w:tr>
      <w:tr w:rsidR="00D17628" w:rsidRPr="00F95FBD"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D17628" w:rsidRPr="00F95FBD" w:rsidRDefault="00D17628" w:rsidP="00D17628">
            <w:pPr>
              <w:pStyle w:val="Tabulka"/>
              <w:rPr>
                <w:sz w:val="18"/>
              </w:rPr>
            </w:pPr>
            <w:r w:rsidRPr="00F95FBD">
              <w:rPr>
                <w:sz w:val="18"/>
              </w:rPr>
              <w:t>Adresa</w:t>
            </w:r>
          </w:p>
        </w:tc>
        <w:tc>
          <w:tcPr>
            <w:tcW w:w="5812" w:type="dxa"/>
          </w:tcPr>
          <w:p w14:paraId="1B64A329" w14:textId="69E8991D" w:rsidR="00D17628" w:rsidRPr="00D17628"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 xml:space="preserve">Riegrovo nám. 1660, 500 02 Hradec Králové </w:t>
            </w:r>
          </w:p>
        </w:tc>
      </w:tr>
      <w:tr w:rsidR="00D17628" w:rsidRPr="00F95FBD"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D17628" w:rsidRPr="00F95FBD" w:rsidRDefault="00D17628" w:rsidP="00D17628">
            <w:pPr>
              <w:pStyle w:val="Tabulka"/>
              <w:rPr>
                <w:sz w:val="18"/>
              </w:rPr>
            </w:pPr>
            <w:r w:rsidRPr="00F95FBD">
              <w:rPr>
                <w:sz w:val="18"/>
              </w:rPr>
              <w:t>E-mail</w:t>
            </w:r>
          </w:p>
        </w:tc>
        <w:tc>
          <w:tcPr>
            <w:tcW w:w="5812" w:type="dxa"/>
          </w:tcPr>
          <w:p w14:paraId="641C20DF" w14:textId="09CAEC77" w:rsidR="00D17628" w:rsidRPr="00D17628"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Lejsek@spravazeleznic.cz</w:t>
            </w:r>
          </w:p>
        </w:tc>
      </w:tr>
      <w:tr w:rsidR="00D17628" w:rsidRPr="00F95FBD"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D17628" w:rsidRPr="00F95FBD" w:rsidRDefault="00D17628" w:rsidP="00D17628">
            <w:pPr>
              <w:pStyle w:val="Tabulka"/>
              <w:rPr>
                <w:sz w:val="18"/>
              </w:rPr>
            </w:pPr>
            <w:r w:rsidRPr="00F95FBD">
              <w:rPr>
                <w:sz w:val="18"/>
              </w:rPr>
              <w:t>Telefon</w:t>
            </w:r>
          </w:p>
        </w:tc>
        <w:tc>
          <w:tcPr>
            <w:tcW w:w="5812" w:type="dxa"/>
          </w:tcPr>
          <w:p w14:paraId="7550EE05" w14:textId="1531E092" w:rsidR="00D17628" w:rsidRPr="00D17628"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725 988 992</w:t>
            </w:r>
          </w:p>
        </w:tc>
      </w:tr>
    </w:tbl>
    <w:p w14:paraId="6926200B" w14:textId="77777777" w:rsidR="00ED29F1" w:rsidRPr="00F95FBD" w:rsidRDefault="00ED29F1" w:rsidP="00ED29F1">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D17628"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D17628" w:rsidRDefault="00D17628" w:rsidP="00D17628">
            <w:pPr>
              <w:pStyle w:val="Tabulka"/>
              <w:rPr>
                <w:rStyle w:val="Nadpisvtabulce"/>
                <w:b w:val="0"/>
              </w:rPr>
            </w:pPr>
            <w:r>
              <w:rPr>
                <w:rStyle w:val="Nadpisvtabulce"/>
              </w:rPr>
              <w:t>Jméno a příjmení</w:t>
            </w:r>
          </w:p>
        </w:tc>
        <w:tc>
          <w:tcPr>
            <w:tcW w:w="5812" w:type="dxa"/>
            <w:hideMark/>
          </w:tcPr>
          <w:p w14:paraId="700C1046" w14:textId="46FB1850" w:rsidR="00D17628" w:rsidRDefault="00D17628" w:rsidP="00D17628">
            <w:pPr>
              <w:pStyle w:val="Tabulka"/>
              <w:cnfStyle w:val="100000000000" w:firstRow="1" w:lastRow="0" w:firstColumn="0" w:lastColumn="0" w:oddVBand="0" w:evenVBand="0" w:oddHBand="0" w:evenHBand="0" w:firstRowFirstColumn="0" w:firstRowLastColumn="0" w:lastRowFirstColumn="0" w:lastRowLastColumn="0"/>
            </w:pPr>
            <w:r w:rsidRPr="003404BA">
              <w:rPr>
                <w:sz w:val="18"/>
              </w:rPr>
              <w:t>Ing. Lukáš Lejsek</w:t>
            </w:r>
          </w:p>
        </w:tc>
      </w:tr>
      <w:tr w:rsidR="00D17628"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D17628" w:rsidRDefault="00D17628" w:rsidP="00D17628">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25671625" w:rsidR="00D17628" w:rsidRPr="00D17628"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 xml:space="preserve">Riegrovo nám. 1660, 500 02 Hradec Králové </w:t>
            </w:r>
          </w:p>
        </w:tc>
      </w:tr>
      <w:tr w:rsidR="00D17628"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D17628" w:rsidRDefault="00D17628" w:rsidP="00D17628">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0D716429" w:rsidR="00D17628" w:rsidRPr="00D17628"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Lejsek@spravazeleznic.cz</w:t>
            </w:r>
          </w:p>
        </w:tc>
      </w:tr>
      <w:tr w:rsidR="00D17628"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D17628" w:rsidRDefault="00D17628" w:rsidP="00D17628">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201270D7" w:rsidR="00D17628" w:rsidRPr="00D17628" w:rsidRDefault="00D17628" w:rsidP="00D17628">
            <w:pPr>
              <w:pStyle w:val="Tabulka"/>
              <w:cnfStyle w:val="000000000000" w:firstRow="0" w:lastRow="0" w:firstColumn="0" w:lastColumn="0" w:oddVBand="0" w:evenVBand="0" w:oddHBand="0" w:evenHBand="0" w:firstRowFirstColumn="0" w:firstRowLastColumn="0" w:lastRowFirstColumn="0" w:lastRowLastColumn="0"/>
              <w:rPr>
                <w:sz w:val="18"/>
              </w:rPr>
            </w:pPr>
            <w:r w:rsidRPr="00D17628">
              <w:rPr>
                <w:sz w:val="18"/>
              </w:rPr>
              <w:t>725 988 992</w:t>
            </w:r>
          </w:p>
        </w:tc>
      </w:tr>
    </w:tbl>
    <w:p w14:paraId="01CCB70C" w14:textId="2D0D001B" w:rsidR="003B6161" w:rsidRDefault="003B6161" w:rsidP="00502690">
      <w:pPr>
        <w:pStyle w:val="Textbezodsazen"/>
        <w:rPr>
          <w:b/>
        </w:rPr>
      </w:pPr>
    </w:p>
    <w:p w14:paraId="66C9D204" w14:textId="6776D387" w:rsidR="00D17628" w:rsidRDefault="00D17628" w:rsidP="00502690">
      <w:pPr>
        <w:pStyle w:val="Textbezodsazen"/>
        <w:rPr>
          <w:b/>
        </w:rPr>
      </w:pPr>
    </w:p>
    <w:p w14:paraId="549DD1FC" w14:textId="1CD8BF95" w:rsidR="00D17628" w:rsidRDefault="00D17628" w:rsidP="00502690">
      <w:pPr>
        <w:pStyle w:val="Textbezodsazen"/>
        <w:rPr>
          <w:b/>
        </w:rPr>
      </w:pPr>
    </w:p>
    <w:p w14:paraId="423A674F" w14:textId="77777777" w:rsidR="00D17628" w:rsidRDefault="00D17628" w:rsidP="00502690">
      <w:pPr>
        <w:pStyle w:val="Textbezodsazen"/>
        <w:rPr>
          <w:b/>
        </w:rPr>
      </w:pPr>
    </w:p>
    <w:p w14:paraId="2596F238" w14:textId="77777777" w:rsidR="00ED29F1" w:rsidRDefault="00ED29F1" w:rsidP="00502690">
      <w:pPr>
        <w:pStyle w:val="Textbezodsazen"/>
        <w:rPr>
          <w:b/>
        </w:rPr>
      </w:pPr>
      <w:r>
        <w:rPr>
          <w:b/>
        </w:rPr>
        <w:lastRenderedPageBreak/>
        <w:t>Za Zhotovitele:</w:t>
      </w:r>
      <w:bookmarkStart w:id="8" w:name="_GoBack"/>
      <w:bookmarkEnd w:id="8"/>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4C8BFA" w14:textId="00E0A7CB" w:rsidR="00091C41" w:rsidRDefault="00091C41" w:rsidP="00091C41">
      <w:pPr>
        <w:pStyle w:val="Nadpisbezsl1-1"/>
        <w:spacing w:after="0"/>
      </w:pPr>
    </w:p>
    <w:p w14:paraId="02E2B716" w14:textId="331BCA0C" w:rsidR="00091C41" w:rsidRPr="00F95FBD" w:rsidRDefault="00091C41" w:rsidP="00091C41">
      <w:pPr>
        <w:pStyle w:val="Nadpistabulky"/>
        <w:rPr>
          <w:rFonts w:asciiTheme="minorHAnsi" w:hAnsiTheme="minorHAnsi"/>
          <w:sz w:val="18"/>
          <w:szCs w:val="18"/>
        </w:rPr>
      </w:pPr>
      <w:r>
        <w:rPr>
          <w:rFonts w:asciiTheme="minorHAnsi" w:hAnsiTheme="minorHAnsi"/>
          <w:sz w:val="18"/>
          <w:szCs w:val="18"/>
        </w:rPr>
        <w:t>Ú</w:t>
      </w:r>
      <w:r w:rsidRPr="00091C41">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091C41" w:rsidRPr="00F95FBD" w14:paraId="466C0707" w14:textId="77777777" w:rsidTr="00440F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9672F9" w14:textId="77777777" w:rsidR="00091C41" w:rsidRPr="00F95FBD" w:rsidRDefault="00091C41" w:rsidP="00440F05">
            <w:pPr>
              <w:pStyle w:val="Tabulka"/>
              <w:rPr>
                <w:rStyle w:val="Nadpisvtabulce"/>
              </w:rPr>
            </w:pPr>
            <w:r w:rsidRPr="00F95FBD">
              <w:rPr>
                <w:rStyle w:val="Nadpisvtabulce"/>
              </w:rPr>
              <w:t>Jméno a příjmení</w:t>
            </w:r>
          </w:p>
        </w:tc>
        <w:tc>
          <w:tcPr>
            <w:tcW w:w="5812" w:type="dxa"/>
          </w:tcPr>
          <w:p w14:paraId="7CC5AC32" w14:textId="77777777" w:rsidR="00091C41" w:rsidRPr="00F95FBD" w:rsidRDefault="00091C41" w:rsidP="00440F0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091C41" w:rsidRPr="00F95FBD" w14:paraId="02BD81B5" w14:textId="77777777" w:rsidTr="00440F05">
        <w:tc>
          <w:tcPr>
            <w:cnfStyle w:val="001000000000" w:firstRow="0" w:lastRow="0" w:firstColumn="1" w:lastColumn="0" w:oddVBand="0" w:evenVBand="0" w:oddHBand="0" w:evenHBand="0" w:firstRowFirstColumn="0" w:firstRowLastColumn="0" w:lastRowFirstColumn="0" w:lastRowLastColumn="0"/>
            <w:tcW w:w="3056" w:type="dxa"/>
          </w:tcPr>
          <w:p w14:paraId="395683F7" w14:textId="77777777" w:rsidR="00091C41" w:rsidRPr="00F95FBD" w:rsidRDefault="00091C41" w:rsidP="00440F05">
            <w:pPr>
              <w:pStyle w:val="Tabulka"/>
              <w:rPr>
                <w:sz w:val="18"/>
              </w:rPr>
            </w:pPr>
            <w:r w:rsidRPr="00F95FBD">
              <w:rPr>
                <w:sz w:val="18"/>
              </w:rPr>
              <w:t>Adresa</w:t>
            </w:r>
          </w:p>
        </w:tc>
        <w:tc>
          <w:tcPr>
            <w:tcW w:w="5812" w:type="dxa"/>
          </w:tcPr>
          <w:p w14:paraId="47116E33" w14:textId="77777777" w:rsidR="00091C41" w:rsidRPr="00F95FBD" w:rsidRDefault="00091C41" w:rsidP="00440F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1C41" w:rsidRPr="00F95FBD" w14:paraId="0353CC89" w14:textId="77777777" w:rsidTr="00440F05">
        <w:tc>
          <w:tcPr>
            <w:cnfStyle w:val="001000000000" w:firstRow="0" w:lastRow="0" w:firstColumn="1" w:lastColumn="0" w:oddVBand="0" w:evenVBand="0" w:oddHBand="0" w:evenHBand="0" w:firstRowFirstColumn="0" w:firstRowLastColumn="0" w:lastRowFirstColumn="0" w:lastRowLastColumn="0"/>
            <w:tcW w:w="3056" w:type="dxa"/>
          </w:tcPr>
          <w:p w14:paraId="3B25B4CD" w14:textId="77777777" w:rsidR="00091C41" w:rsidRPr="00F95FBD" w:rsidRDefault="00091C41" w:rsidP="00440F05">
            <w:pPr>
              <w:pStyle w:val="Tabulka"/>
              <w:rPr>
                <w:sz w:val="18"/>
              </w:rPr>
            </w:pPr>
            <w:r w:rsidRPr="00F95FBD">
              <w:rPr>
                <w:sz w:val="18"/>
              </w:rPr>
              <w:t>E-mail</w:t>
            </w:r>
          </w:p>
        </w:tc>
        <w:tc>
          <w:tcPr>
            <w:tcW w:w="5812" w:type="dxa"/>
          </w:tcPr>
          <w:p w14:paraId="3095F138" w14:textId="77777777" w:rsidR="00091C41" w:rsidRPr="00F95FBD" w:rsidRDefault="00091C41" w:rsidP="00440F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1C41" w:rsidRPr="00F95FBD" w14:paraId="44A7A62C" w14:textId="77777777" w:rsidTr="00440F05">
        <w:tc>
          <w:tcPr>
            <w:cnfStyle w:val="001000000000" w:firstRow="0" w:lastRow="0" w:firstColumn="1" w:lastColumn="0" w:oddVBand="0" w:evenVBand="0" w:oddHBand="0" w:evenHBand="0" w:firstRowFirstColumn="0" w:firstRowLastColumn="0" w:lastRowFirstColumn="0" w:lastRowLastColumn="0"/>
            <w:tcW w:w="3056" w:type="dxa"/>
          </w:tcPr>
          <w:p w14:paraId="40DA596B" w14:textId="77777777" w:rsidR="00091C41" w:rsidRPr="00F95FBD" w:rsidRDefault="00091C41" w:rsidP="00440F05">
            <w:pPr>
              <w:pStyle w:val="Tabulka"/>
              <w:rPr>
                <w:sz w:val="18"/>
              </w:rPr>
            </w:pPr>
            <w:r w:rsidRPr="00F95FBD">
              <w:rPr>
                <w:sz w:val="18"/>
              </w:rPr>
              <w:t>Telefon</w:t>
            </w:r>
          </w:p>
        </w:tc>
        <w:tc>
          <w:tcPr>
            <w:tcW w:w="5812" w:type="dxa"/>
          </w:tcPr>
          <w:p w14:paraId="13A539D0" w14:textId="77777777" w:rsidR="00091C41" w:rsidRPr="00F95FBD" w:rsidRDefault="00091C41" w:rsidP="00440F0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91BBE9" w14:textId="77777777" w:rsidR="00091C41" w:rsidRDefault="00091C41" w:rsidP="00ED29F1">
      <w:pPr>
        <w:pStyle w:val="Nadpisbezsl1-1"/>
        <w:sectPr w:rsidR="00091C41"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3718F4AC" w:rsidR="002C7A28" w:rsidRPr="002C7A28" w:rsidRDefault="004E19AA" w:rsidP="00D1762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D17628">
              <w:rPr>
                <w:rFonts w:eastAsia="Times New Roman" w:cs="Calibri"/>
                <w:sz w:val="18"/>
                <w:lang w:eastAsia="cs-CZ"/>
              </w:rPr>
              <w:t>inimálně 1,</w:t>
            </w:r>
            <w:r w:rsidR="00D17628" w:rsidRPr="00D17628">
              <w:rPr>
                <w:rFonts w:eastAsia="Times New Roman" w:cs="Calibri"/>
                <w:sz w:val="18"/>
                <w:lang w:eastAsia="cs-CZ"/>
              </w:rPr>
              <w:t>5</w:t>
            </w:r>
            <w:r w:rsidR="002C7A28" w:rsidRPr="00D17628">
              <w:rPr>
                <w:rFonts w:eastAsia="Times New Roman" w:cs="Calibri"/>
                <w:color w:val="000000"/>
                <w:sz w:val="18"/>
                <w:lang w:eastAsia="cs-CZ"/>
              </w:rPr>
              <w:t xml:space="preserve"> mil. Kč</w:t>
            </w:r>
            <w:r w:rsidR="002C7A28" w:rsidRPr="00D17628">
              <w:rPr>
                <w:rFonts w:eastAsia="Times New Roman" w:cs="Calibri"/>
                <w:sz w:val="18"/>
                <w:lang w:eastAsia="cs-CZ"/>
              </w:rPr>
              <w:t xml:space="preserve"> na jednu pojistnou událost a </w:t>
            </w:r>
            <w:r w:rsidR="00D17628" w:rsidRPr="00D17628">
              <w:rPr>
                <w:rFonts w:eastAsia="Times New Roman" w:cs="Calibri"/>
                <w:sz w:val="18"/>
                <w:lang w:eastAsia="cs-CZ"/>
              </w:rPr>
              <w:t>1,5</w:t>
            </w:r>
            <w:r w:rsidR="002C7A28" w:rsidRPr="00D1762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723C0F6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56CB6" w14:textId="77777777" w:rsidR="00AE6038" w:rsidRDefault="00AE6038" w:rsidP="00962258">
      <w:pPr>
        <w:spacing w:after="0" w:line="240" w:lineRule="auto"/>
      </w:pPr>
      <w:r>
        <w:separator/>
      </w:r>
    </w:p>
  </w:endnote>
  <w:endnote w:type="continuationSeparator" w:id="0">
    <w:p w14:paraId="70915881" w14:textId="77777777" w:rsidR="00AE6038" w:rsidRDefault="00AE60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7F1B" w:rsidRPr="00A22592" w14:paraId="66AB46D4" w14:textId="77777777" w:rsidTr="00EB46E5">
      <w:tc>
        <w:tcPr>
          <w:tcW w:w="1361" w:type="dxa"/>
          <w:tcMar>
            <w:left w:w="0" w:type="dxa"/>
            <w:right w:w="0" w:type="dxa"/>
          </w:tcMar>
          <w:vAlign w:val="bottom"/>
        </w:tcPr>
        <w:p w14:paraId="357001FE" w14:textId="539E5A1A" w:rsidR="004B7F1B" w:rsidRPr="00B8518B" w:rsidRDefault="004B7F1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610F">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610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4B7F1B" w:rsidRDefault="004B7F1B" w:rsidP="00B8518B">
          <w:pPr>
            <w:pStyle w:val="Zpat"/>
          </w:pPr>
        </w:p>
      </w:tc>
      <w:tc>
        <w:tcPr>
          <w:tcW w:w="425" w:type="dxa"/>
          <w:shd w:val="clear" w:color="auto" w:fill="auto"/>
          <w:tcMar>
            <w:left w:w="0" w:type="dxa"/>
            <w:right w:w="0" w:type="dxa"/>
          </w:tcMar>
        </w:tcPr>
        <w:p w14:paraId="6DAF8F96" w14:textId="77777777" w:rsidR="004B7F1B" w:rsidRDefault="004B7F1B" w:rsidP="00B8518B">
          <w:pPr>
            <w:pStyle w:val="Zpat"/>
          </w:pPr>
        </w:p>
      </w:tc>
      <w:tc>
        <w:tcPr>
          <w:tcW w:w="8505" w:type="dxa"/>
        </w:tcPr>
        <w:p w14:paraId="032469F4" w14:textId="77777777" w:rsidR="004B7F1B" w:rsidRPr="00A22592" w:rsidRDefault="004B7F1B" w:rsidP="00F422D3">
          <w:pPr>
            <w:pStyle w:val="Zpat0"/>
            <w:rPr>
              <w:b/>
              <w:sz w:val="14"/>
            </w:rPr>
          </w:pPr>
          <w:r w:rsidRPr="00A22592">
            <w:rPr>
              <w:b/>
              <w:sz w:val="14"/>
            </w:rPr>
            <w:t>SMLOUVA O DÍLO</w:t>
          </w:r>
        </w:p>
        <w:p w14:paraId="27015DE1" w14:textId="77777777" w:rsidR="004B7F1B" w:rsidRPr="00A22592" w:rsidRDefault="004B7F1B" w:rsidP="00F422D3">
          <w:pPr>
            <w:pStyle w:val="Zpat0"/>
            <w:rPr>
              <w:sz w:val="14"/>
            </w:rPr>
          </w:pPr>
          <w:r w:rsidRPr="00A22592">
            <w:rPr>
              <w:sz w:val="14"/>
            </w:rPr>
            <w:t>Zhotovení stavby</w:t>
          </w:r>
        </w:p>
        <w:p w14:paraId="7A7B48F8" w14:textId="560434BC" w:rsidR="004B7F1B" w:rsidRPr="00A22592" w:rsidRDefault="004B7F1B" w:rsidP="00F422D3">
          <w:pPr>
            <w:pStyle w:val="Zpat0"/>
            <w:rPr>
              <w:sz w:val="14"/>
            </w:rPr>
          </w:pPr>
          <w:r w:rsidRPr="004B7F1B">
            <w:rPr>
              <w:sz w:val="14"/>
            </w:rPr>
            <w:t>Všestary - dopravní kancelář - vodovodní a kanalizační přípojka</w:t>
          </w:r>
        </w:p>
      </w:tc>
    </w:tr>
  </w:tbl>
  <w:p w14:paraId="53C93338" w14:textId="77777777" w:rsidR="004B7F1B" w:rsidRPr="00B8518B" w:rsidRDefault="004B7F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4B7F1B" w:rsidRPr="00B8518B" w:rsidRDefault="004B7F1B" w:rsidP="00460660">
    <w:pPr>
      <w:pStyle w:val="Zpat"/>
      <w:rPr>
        <w:sz w:val="2"/>
        <w:szCs w:val="2"/>
      </w:rPr>
    </w:pPr>
  </w:p>
  <w:p w14:paraId="79482BEC" w14:textId="77777777" w:rsidR="004B7F1B" w:rsidRPr="00460660" w:rsidRDefault="004B7F1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7F1B" w:rsidRPr="00A22592" w14:paraId="22AF6DD5" w14:textId="77777777" w:rsidTr="00EB46E5">
      <w:tc>
        <w:tcPr>
          <w:tcW w:w="1361" w:type="dxa"/>
          <w:tcMar>
            <w:left w:w="0" w:type="dxa"/>
            <w:right w:w="0" w:type="dxa"/>
          </w:tcMar>
          <w:vAlign w:val="bottom"/>
        </w:tcPr>
        <w:p w14:paraId="608A442B" w14:textId="77777777" w:rsidR="004B7F1B" w:rsidRPr="00B8518B" w:rsidRDefault="004B7F1B" w:rsidP="00502690">
          <w:pPr>
            <w:pStyle w:val="Zpat"/>
            <w:jc w:val="right"/>
            <w:rPr>
              <w:rStyle w:val="slostrnky"/>
            </w:rPr>
          </w:pPr>
        </w:p>
      </w:tc>
      <w:tc>
        <w:tcPr>
          <w:tcW w:w="284" w:type="dxa"/>
          <w:shd w:val="clear" w:color="auto" w:fill="auto"/>
          <w:tcMar>
            <w:left w:w="0" w:type="dxa"/>
            <w:right w:w="0" w:type="dxa"/>
          </w:tcMar>
        </w:tcPr>
        <w:p w14:paraId="336607A1" w14:textId="77777777" w:rsidR="004B7F1B" w:rsidRDefault="004B7F1B" w:rsidP="00B8518B">
          <w:pPr>
            <w:pStyle w:val="Zpat"/>
          </w:pPr>
        </w:p>
      </w:tc>
      <w:tc>
        <w:tcPr>
          <w:tcW w:w="425" w:type="dxa"/>
          <w:shd w:val="clear" w:color="auto" w:fill="auto"/>
          <w:tcMar>
            <w:left w:w="0" w:type="dxa"/>
            <w:right w:w="0" w:type="dxa"/>
          </w:tcMar>
        </w:tcPr>
        <w:p w14:paraId="6C3F7571" w14:textId="77777777" w:rsidR="004B7F1B" w:rsidRDefault="004B7F1B" w:rsidP="00B8518B">
          <w:pPr>
            <w:pStyle w:val="Zpat"/>
          </w:pPr>
        </w:p>
      </w:tc>
      <w:tc>
        <w:tcPr>
          <w:tcW w:w="8505" w:type="dxa"/>
        </w:tcPr>
        <w:p w14:paraId="5989549A" w14:textId="77777777" w:rsidR="004B7F1B" w:rsidRPr="00A22592" w:rsidRDefault="004B7F1B" w:rsidP="00F422D3">
          <w:pPr>
            <w:pStyle w:val="Zpat0"/>
            <w:rPr>
              <w:b/>
              <w:sz w:val="14"/>
            </w:rPr>
          </w:pPr>
          <w:r>
            <w:rPr>
              <w:b/>
              <w:sz w:val="14"/>
            </w:rPr>
            <w:t>SMLOUVA O DÍLO</w:t>
          </w:r>
        </w:p>
        <w:p w14:paraId="047F8F29" w14:textId="77777777" w:rsidR="004B7F1B" w:rsidRPr="00A22592" w:rsidRDefault="004B7F1B" w:rsidP="00F95FBD">
          <w:pPr>
            <w:pStyle w:val="Zpat0"/>
            <w:rPr>
              <w:sz w:val="14"/>
            </w:rPr>
          </w:pPr>
          <w:r w:rsidRPr="00A22592">
            <w:rPr>
              <w:sz w:val="14"/>
            </w:rPr>
            <w:t>Zhotovení stavby</w:t>
          </w:r>
        </w:p>
        <w:p w14:paraId="2CA3CAFF" w14:textId="4FE045FF" w:rsidR="004B7F1B" w:rsidRPr="00A22592" w:rsidRDefault="007579FD" w:rsidP="00F95FBD">
          <w:pPr>
            <w:pStyle w:val="Zpat0"/>
            <w:rPr>
              <w:sz w:val="14"/>
            </w:rPr>
          </w:pPr>
          <w:r w:rsidRPr="007579FD">
            <w:rPr>
              <w:sz w:val="14"/>
            </w:rPr>
            <w:t>Všestary - dopravní kancelář - vodovodní a kanalizační přípojka</w:t>
          </w:r>
        </w:p>
      </w:tc>
    </w:tr>
  </w:tbl>
  <w:p w14:paraId="3F154C03" w14:textId="77777777" w:rsidR="004B7F1B" w:rsidRPr="00B8518B" w:rsidRDefault="004B7F1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4B7F1B" w:rsidRPr="008F58C3" w:rsidRDefault="004B7F1B">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6ABF0" w14:textId="77777777" w:rsidR="00AE6038" w:rsidRDefault="00AE6038" w:rsidP="00962258">
      <w:pPr>
        <w:spacing w:after="0" w:line="240" w:lineRule="auto"/>
      </w:pPr>
      <w:r>
        <w:separator/>
      </w:r>
    </w:p>
  </w:footnote>
  <w:footnote w:type="continuationSeparator" w:id="0">
    <w:p w14:paraId="7772F748" w14:textId="77777777" w:rsidR="00AE6038" w:rsidRDefault="00AE603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7F1B" w14:paraId="5D031E28" w14:textId="77777777" w:rsidTr="00C02D0A">
      <w:trPr>
        <w:trHeight w:hRule="exact" w:val="454"/>
      </w:trPr>
      <w:tc>
        <w:tcPr>
          <w:tcW w:w="1361" w:type="dxa"/>
          <w:tcMar>
            <w:top w:w="57" w:type="dxa"/>
            <w:left w:w="0" w:type="dxa"/>
            <w:right w:w="0" w:type="dxa"/>
          </w:tcMar>
        </w:tcPr>
        <w:p w14:paraId="4489E32C" w14:textId="77777777" w:rsidR="004B7F1B" w:rsidRPr="00B8518B" w:rsidRDefault="004B7F1B" w:rsidP="00523EA7">
          <w:pPr>
            <w:pStyle w:val="Zpat"/>
            <w:rPr>
              <w:rStyle w:val="slostrnky"/>
            </w:rPr>
          </w:pPr>
        </w:p>
      </w:tc>
      <w:tc>
        <w:tcPr>
          <w:tcW w:w="3458" w:type="dxa"/>
          <w:shd w:val="clear" w:color="auto" w:fill="auto"/>
          <w:tcMar>
            <w:top w:w="57" w:type="dxa"/>
            <w:left w:w="0" w:type="dxa"/>
            <w:right w:w="0" w:type="dxa"/>
          </w:tcMar>
        </w:tcPr>
        <w:p w14:paraId="78DCDEDB" w14:textId="77777777" w:rsidR="004B7F1B" w:rsidRDefault="004B7F1B" w:rsidP="00523EA7">
          <w:pPr>
            <w:pStyle w:val="Zpat"/>
          </w:pPr>
        </w:p>
      </w:tc>
      <w:tc>
        <w:tcPr>
          <w:tcW w:w="5698" w:type="dxa"/>
          <w:shd w:val="clear" w:color="auto" w:fill="auto"/>
          <w:tcMar>
            <w:top w:w="57" w:type="dxa"/>
            <w:left w:w="0" w:type="dxa"/>
            <w:right w:w="0" w:type="dxa"/>
          </w:tcMar>
        </w:tcPr>
        <w:p w14:paraId="4C5E6986" w14:textId="77777777" w:rsidR="004B7F1B" w:rsidRPr="00D6163D" w:rsidRDefault="004B7F1B" w:rsidP="00D6163D">
          <w:pPr>
            <w:pStyle w:val="Druhdokumentu"/>
          </w:pPr>
        </w:p>
      </w:tc>
    </w:tr>
  </w:tbl>
  <w:p w14:paraId="5BA8D49F" w14:textId="77777777" w:rsidR="004B7F1B" w:rsidRPr="00D6163D" w:rsidRDefault="004B7F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7F1B" w14:paraId="384D7FDA" w14:textId="77777777" w:rsidTr="00B22106">
      <w:trPr>
        <w:trHeight w:hRule="exact" w:val="936"/>
      </w:trPr>
      <w:tc>
        <w:tcPr>
          <w:tcW w:w="1361" w:type="dxa"/>
          <w:tcMar>
            <w:left w:w="0" w:type="dxa"/>
            <w:right w:w="0" w:type="dxa"/>
          </w:tcMar>
        </w:tcPr>
        <w:p w14:paraId="78661BD7" w14:textId="77777777" w:rsidR="004B7F1B" w:rsidRPr="00B8518B" w:rsidRDefault="004B7F1B" w:rsidP="00FC6389">
          <w:pPr>
            <w:pStyle w:val="Zpat"/>
            <w:rPr>
              <w:rStyle w:val="slostrnky"/>
            </w:rPr>
          </w:pPr>
        </w:p>
      </w:tc>
      <w:tc>
        <w:tcPr>
          <w:tcW w:w="3458" w:type="dxa"/>
          <w:shd w:val="clear" w:color="auto" w:fill="auto"/>
          <w:tcMar>
            <w:left w:w="0" w:type="dxa"/>
            <w:right w:w="0" w:type="dxa"/>
          </w:tcMar>
        </w:tcPr>
        <w:p w14:paraId="0046FBB3" w14:textId="77777777" w:rsidR="004B7F1B" w:rsidRDefault="004B7F1B" w:rsidP="00FC6389">
          <w:pPr>
            <w:pStyle w:val="Zpat"/>
          </w:pPr>
        </w:p>
      </w:tc>
      <w:tc>
        <w:tcPr>
          <w:tcW w:w="5756" w:type="dxa"/>
          <w:shd w:val="clear" w:color="auto" w:fill="auto"/>
          <w:tcMar>
            <w:left w:w="0" w:type="dxa"/>
            <w:right w:w="0" w:type="dxa"/>
          </w:tcMar>
        </w:tcPr>
        <w:p w14:paraId="3E32A76B" w14:textId="77777777" w:rsidR="004B7F1B" w:rsidRPr="00D6163D" w:rsidRDefault="004B7F1B" w:rsidP="00FC6389">
          <w:pPr>
            <w:pStyle w:val="Druhdokumentu"/>
          </w:pPr>
        </w:p>
      </w:tc>
    </w:tr>
    <w:tr w:rsidR="004B7F1B" w14:paraId="1C69BDF4" w14:textId="77777777" w:rsidTr="00B22106">
      <w:trPr>
        <w:trHeight w:hRule="exact" w:val="936"/>
      </w:trPr>
      <w:tc>
        <w:tcPr>
          <w:tcW w:w="1361" w:type="dxa"/>
          <w:tcMar>
            <w:left w:w="0" w:type="dxa"/>
            <w:right w:w="0" w:type="dxa"/>
          </w:tcMar>
        </w:tcPr>
        <w:p w14:paraId="102E971B" w14:textId="77777777" w:rsidR="004B7F1B" w:rsidRPr="00B8518B" w:rsidRDefault="004B7F1B" w:rsidP="00FC6389">
          <w:pPr>
            <w:pStyle w:val="Zpat"/>
            <w:rPr>
              <w:rStyle w:val="slostrnky"/>
            </w:rPr>
          </w:pPr>
        </w:p>
      </w:tc>
      <w:tc>
        <w:tcPr>
          <w:tcW w:w="3458" w:type="dxa"/>
          <w:shd w:val="clear" w:color="auto" w:fill="auto"/>
          <w:tcMar>
            <w:left w:w="0" w:type="dxa"/>
            <w:right w:w="0" w:type="dxa"/>
          </w:tcMar>
        </w:tcPr>
        <w:p w14:paraId="6667902B" w14:textId="77777777" w:rsidR="004B7F1B" w:rsidRDefault="004B7F1B" w:rsidP="00FC6389">
          <w:pPr>
            <w:pStyle w:val="Zpat"/>
          </w:pPr>
        </w:p>
      </w:tc>
      <w:tc>
        <w:tcPr>
          <w:tcW w:w="5756" w:type="dxa"/>
          <w:shd w:val="clear" w:color="auto" w:fill="auto"/>
          <w:tcMar>
            <w:left w:w="0" w:type="dxa"/>
            <w:right w:w="0" w:type="dxa"/>
          </w:tcMar>
        </w:tcPr>
        <w:p w14:paraId="2E12A5A7" w14:textId="77777777" w:rsidR="004B7F1B" w:rsidRPr="00D6163D" w:rsidRDefault="004B7F1B" w:rsidP="00FC6389">
          <w:pPr>
            <w:pStyle w:val="Druhdokumentu"/>
          </w:pPr>
        </w:p>
      </w:tc>
    </w:tr>
  </w:tbl>
  <w:p w14:paraId="1FA8FBA8" w14:textId="77777777" w:rsidR="004B7F1B" w:rsidRPr="00D6163D" w:rsidRDefault="004B7F1B"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4B7F1B" w:rsidRPr="00460660" w:rsidRDefault="004B7F1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7F1B" w14:paraId="692406C5" w14:textId="77777777" w:rsidTr="00C02D0A">
      <w:trPr>
        <w:trHeight w:hRule="exact" w:val="454"/>
      </w:trPr>
      <w:tc>
        <w:tcPr>
          <w:tcW w:w="1361" w:type="dxa"/>
          <w:tcMar>
            <w:top w:w="57" w:type="dxa"/>
            <w:left w:w="0" w:type="dxa"/>
            <w:right w:w="0" w:type="dxa"/>
          </w:tcMar>
        </w:tcPr>
        <w:p w14:paraId="3ED70212" w14:textId="77777777" w:rsidR="004B7F1B" w:rsidRPr="00B8518B" w:rsidRDefault="004B7F1B" w:rsidP="00523EA7">
          <w:pPr>
            <w:pStyle w:val="Zpat"/>
            <w:rPr>
              <w:rStyle w:val="slostrnky"/>
            </w:rPr>
          </w:pPr>
        </w:p>
      </w:tc>
      <w:tc>
        <w:tcPr>
          <w:tcW w:w="3458" w:type="dxa"/>
          <w:shd w:val="clear" w:color="auto" w:fill="auto"/>
          <w:tcMar>
            <w:top w:w="57" w:type="dxa"/>
            <w:left w:w="0" w:type="dxa"/>
            <w:right w:w="0" w:type="dxa"/>
          </w:tcMar>
        </w:tcPr>
        <w:p w14:paraId="59774E18" w14:textId="77777777" w:rsidR="004B7F1B" w:rsidRDefault="004B7F1B" w:rsidP="00523EA7">
          <w:pPr>
            <w:pStyle w:val="Zpat"/>
          </w:pPr>
        </w:p>
      </w:tc>
      <w:tc>
        <w:tcPr>
          <w:tcW w:w="5698" w:type="dxa"/>
          <w:shd w:val="clear" w:color="auto" w:fill="auto"/>
          <w:tcMar>
            <w:top w:w="57" w:type="dxa"/>
            <w:left w:w="0" w:type="dxa"/>
            <w:right w:w="0" w:type="dxa"/>
          </w:tcMar>
        </w:tcPr>
        <w:p w14:paraId="50FBDB97" w14:textId="77777777" w:rsidR="004B7F1B" w:rsidRPr="00D6163D" w:rsidRDefault="004B7F1B" w:rsidP="00D6163D">
          <w:pPr>
            <w:pStyle w:val="Druhdokumentu"/>
          </w:pPr>
        </w:p>
      </w:tc>
    </w:tr>
  </w:tbl>
  <w:p w14:paraId="2624A862" w14:textId="77777777" w:rsidR="004B7F1B" w:rsidRPr="00D6163D" w:rsidRDefault="004B7F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7F1B" w14:paraId="7E53CC94" w14:textId="77777777" w:rsidTr="00C02D0A">
      <w:trPr>
        <w:trHeight w:hRule="exact" w:val="454"/>
      </w:trPr>
      <w:tc>
        <w:tcPr>
          <w:tcW w:w="1361" w:type="dxa"/>
          <w:tcMar>
            <w:top w:w="57" w:type="dxa"/>
            <w:left w:w="0" w:type="dxa"/>
            <w:right w:w="0" w:type="dxa"/>
          </w:tcMar>
        </w:tcPr>
        <w:p w14:paraId="5B1C5B69" w14:textId="77777777" w:rsidR="004B7F1B" w:rsidRPr="00B8518B" w:rsidRDefault="004B7F1B" w:rsidP="00523EA7">
          <w:pPr>
            <w:pStyle w:val="Zpat"/>
            <w:rPr>
              <w:rStyle w:val="slostrnky"/>
            </w:rPr>
          </w:pPr>
        </w:p>
      </w:tc>
      <w:tc>
        <w:tcPr>
          <w:tcW w:w="3458" w:type="dxa"/>
          <w:shd w:val="clear" w:color="auto" w:fill="auto"/>
          <w:tcMar>
            <w:top w:w="57" w:type="dxa"/>
            <w:left w:w="0" w:type="dxa"/>
            <w:right w:w="0" w:type="dxa"/>
          </w:tcMar>
        </w:tcPr>
        <w:p w14:paraId="69EBB16B" w14:textId="77777777" w:rsidR="004B7F1B" w:rsidRDefault="004B7F1B" w:rsidP="00523EA7">
          <w:pPr>
            <w:pStyle w:val="Zpat"/>
          </w:pPr>
        </w:p>
      </w:tc>
      <w:tc>
        <w:tcPr>
          <w:tcW w:w="5698" w:type="dxa"/>
          <w:shd w:val="clear" w:color="auto" w:fill="auto"/>
          <w:tcMar>
            <w:top w:w="57" w:type="dxa"/>
            <w:left w:w="0" w:type="dxa"/>
            <w:right w:w="0" w:type="dxa"/>
          </w:tcMar>
        </w:tcPr>
        <w:p w14:paraId="120253C1" w14:textId="77777777" w:rsidR="004B7F1B" w:rsidRPr="00D6163D" w:rsidRDefault="004B7F1B" w:rsidP="00D6163D">
          <w:pPr>
            <w:pStyle w:val="Druhdokumentu"/>
          </w:pPr>
        </w:p>
      </w:tc>
    </w:tr>
  </w:tbl>
  <w:p w14:paraId="6FDC562E" w14:textId="77777777" w:rsidR="004B7F1B" w:rsidRPr="00D6163D" w:rsidRDefault="004B7F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7F1B" w14:paraId="46017BCD" w14:textId="77777777" w:rsidTr="00C02D0A">
      <w:trPr>
        <w:trHeight w:hRule="exact" w:val="454"/>
      </w:trPr>
      <w:tc>
        <w:tcPr>
          <w:tcW w:w="1361" w:type="dxa"/>
          <w:tcMar>
            <w:top w:w="57" w:type="dxa"/>
            <w:left w:w="0" w:type="dxa"/>
            <w:right w:w="0" w:type="dxa"/>
          </w:tcMar>
        </w:tcPr>
        <w:p w14:paraId="3D3A857B" w14:textId="77777777" w:rsidR="004B7F1B" w:rsidRPr="00B8518B" w:rsidRDefault="004B7F1B" w:rsidP="00523EA7">
          <w:pPr>
            <w:pStyle w:val="Zpat"/>
            <w:rPr>
              <w:rStyle w:val="slostrnky"/>
            </w:rPr>
          </w:pPr>
        </w:p>
      </w:tc>
      <w:tc>
        <w:tcPr>
          <w:tcW w:w="3458" w:type="dxa"/>
          <w:shd w:val="clear" w:color="auto" w:fill="auto"/>
          <w:tcMar>
            <w:top w:w="57" w:type="dxa"/>
            <w:left w:w="0" w:type="dxa"/>
            <w:right w:w="0" w:type="dxa"/>
          </w:tcMar>
        </w:tcPr>
        <w:p w14:paraId="091F922F" w14:textId="77777777" w:rsidR="004B7F1B" w:rsidRDefault="004B7F1B" w:rsidP="00523EA7">
          <w:pPr>
            <w:pStyle w:val="Zpat"/>
          </w:pPr>
        </w:p>
      </w:tc>
      <w:tc>
        <w:tcPr>
          <w:tcW w:w="5698" w:type="dxa"/>
          <w:shd w:val="clear" w:color="auto" w:fill="auto"/>
          <w:tcMar>
            <w:top w:w="57" w:type="dxa"/>
            <w:left w:w="0" w:type="dxa"/>
            <w:right w:w="0" w:type="dxa"/>
          </w:tcMar>
        </w:tcPr>
        <w:p w14:paraId="1B37C807" w14:textId="77777777" w:rsidR="004B7F1B" w:rsidRPr="00D6163D" w:rsidRDefault="004B7F1B" w:rsidP="00D6163D">
          <w:pPr>
            <w:pStyle w:val="Druhdokumentu"/>
          </w:pPr>
        </w:p>
      </w:tc>
    </w:tr>
  </w:tbl>
  <w:p w14:paraId="41F73759" w14:textId="77777777" w:rsidR="004B7F1B" w:rsidRPr="00D6163D" w:rsidRDefault="004B7F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7F1B" w14:paraId="1A796983" w14:textId="77777777" w:rsidTr="00C02D0A">
      <w:trPr>
        <w:trHeight w:hRule="exact" w:val="454"/>
      </w:trPr>
      <w:tc>
        <w:tcPr>
          <w:tcW w:w="1361" w:type="dxa"/>
          <w:tcMar>
            <w:top w:w="57" w:type="dxa"/>
            <w:left w:w="0" w:type="dxa"/>
            <w:right w:w="0" w:type="dxa"/>
          </w:tcMar>
        </w:tcPr>
        <w:p w14:paraId="2C49E13B" w14:textId="77777777" w:rsidR="004B7F1B" w:rsidRPr="00B8518B" w:rsidRDefault="004B7F1B" w:rsidP="00523EA7">
          <w:pPr>
            <w:pStyle w:val="Zpat"/>
            <w:rPr>
              <w:rStyle w:val="slostrnky"/>
            </w:rPr>
          </w:pPr>
        </w:p>
      </w:tc>
      <w:tc>
        <w:tcPr>
          <w:tcW w:w="3458" w:type="dxa"/>
          <w:shd w:val="clear" w:color="auto" w:fill="auto"/>
          <w:tcMar>
            <w:top w:w="57" w:type="dxa"/>
            <w:left w:w="0" w:type="dxa"/>
            <w:right w:w="0" w:type="dxa"/>
          </w:tcMar>
        </w:tcPr>
        <w:p w14:paraId="29525732" w14:textId="77777777" w:rsidR="004B7F1B" w:rsidRDefault="004B7F1B" w:rsidP="00523EA7">
          <w:pPr>
            <w:pStyle w:val="Zpat"/>
          </w:pPr>
        </w:p>
      </w:tc>
      <w:tc>
        <w:tcPr>
          <w:tcW w:w="5698" w:type="dxa"/>
          <w:shd w:val="clear" w:color="auto" w:fill="auto"/>
          <w:tcMar>
            <w:top w:w="57" w:type="dxa"/>
            <w:left w:w="0" w:type="dxa"/>
            <w:right w:w="0" w:type="dxa"/>
          </w:tcMar>
        </w:tcPr>
        <w:p w14:paraId="56E7ECEF" w14:textId="77777777" w:rsidR="004B7F1B" w:rsidRPr="00D6163D" w:rsidRDefault="004B7F1B" w:rsidP="00D6163D">
          <w:pPr>
            <w:pStyle w:val="Druhdokumentu"/>
          </w:pPr>
        </w:p>
      </w:tc>
    </w:tr>
  </w:tbl>
  <w:p w14:paraId="3ED19484" w14:textId="77777777" w:rsidR="004B7F1B" w:rsidRPr="00D6163D" w:rsidRDefault="004B7F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0"/>
  </w:num>
  <w:num w:numId="47">
    <w:abstractNumId w:val="9"/>
  </w:num>
  <w:num w:numId="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44D31"/>
    <w:rsid w:val="00056BB3"/>
    <w:rsid w:val="0006588D"/>
    <w:rsid w:val="00067A5E"/>
    <w:rsid w:val="000708ED"/>
    <w:rsid w:val="000719BB"/>
    <w:rsid w:val="00072A65"/>
    <w:rsid w:val="00072C1E"/>
    <w:rsid w:val="00091C41"/>
    <w:rsid w:val="000B4EB8"/>
    <w:rsid w:val="000C41F2"/>
    <w:rsid w:val="000D22C4"/>
    <w:rsid w:val="000D27D1"/>
    <w:rsid w:val="000E1A7F"/>
    <w:rsid w:val="00112864"/>
    <w:rsid w:val="00114472"/>
    <w:rsid w:val="00114988"/>
    <w:rsid w:val="00115069"/>
    <w:rsid w:val="001150F2"/>
    <w:rsid w:val="00135ABA"/>
    <w:rsid w:val="00143EC0"/>
    <w:rsid w:val="00152564"/>
    <w:rsid w:val="001543F7"/>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2038D5"/>
    <w:rsid w:val="002071BB"/>
    <w:rsid w:val="00207DF5"/>
    <w:rsid w:val="00211BEF"/>
    <w:rsid w:val="0021354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E7B0B"/>
    <w:rsid w:val="002F1F96"/>
    <w:rsid w:val="002F212B"/>
    <w:rsid w:val="002F39E1"/>
    <w:rsid w:val="002F4333"/>
    <w:rsid w:val="002F5D16"/>
    <w:rsid w:val="00322842"/>
    <w:rsid w:val="00327EEF"/>
    <w:rsid w:val="0033239F"/>
    <w:rsid w:val="003404BA"/>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0436"/>
    <w:rsid w:val="003B6161"/>
    <w:rsid w:val="003C33F2"/>
    <w:rsid w:val="003D3E54"/>
    <w:rsid w:val="003D4DDD"/>
    <w:rsid w:val="003D6BAD"/>
    <w:rsid w:val="003D756E"/>
    <w:rsid w:val="003E420D"/>
    <w:rsid w:val="003E4C13"/>
    <w:rsid w:val="003F301F"/>
    <w:rsid w:val="003F6693"/>
    <w:rsid w:val="00405C34"/>
    <w:rsid w:val="004078F3"/>
    <w:rsid w:val="00411C65"/>
    <w:rsid w:val="00412B04"/>
    <w:rsid w:val="00423DAE"/>
    <w:rsid w:val="00427794"/>
    <w:rsid w:val="00450F07"/>
    <w:rsid w:val="00453CD3"/>
    <w:rsid w:val="0046002F"/>
    <w:rsid w:val="00460660"/>
    <w:rsid w:val="00462F00"/>
    <w:rsid w:val="00464BA9"/>
    <w:rsid w:val="00480470"/>
    <w:rsid w:val="00482E58"/>
    <w:rsid w:val="00483969"/>
    <w:rsid w:val="00485CE8"/>
    <w:rsid w:val="00486107"/>
    <w:rsid w:val="00491827"/>
    <w:rsid w:val="004B7F1B"/>
    <w:rsid w:val="004C4399"/>
    <w:rsid w:val="004C787C"/>
    <w:rsid w:val="004D09FB"/>
    <w:rsid w:val="004E19AA"/>
    <w:rsid w:val="004E23E7"/>
    <w:rsid w:val="004E7A1F"/>
    <w:rsid w:val="004F4B9B"/>
    <w:rsid w:val="004F7825"/>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1D9F"/>
    <w:rsid w:val="005B7A97"/>
    <w:rsid w:val="005C0D18"/>
    <w:rsid w:val="005C5A72"/>
    <w:rsid w:val="005D3C39"/>
    <w:rsid w:val="005D7861"/>
    <w:rsid w:val="005E4ABF"/>
    <w:rsid w:val="00601A8C"/>
    <w:rsid w:val="0061068E"/>
    <w:rsid w:val="006115D3"/>
    <w:rsid w:val="0062111E"/>
    <w:rsid w:val="0062310B"/>
    <w:rsid w:val="0062610F"/>
    <w:rsid w:val="00630EA6"/>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579FD"/>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54D24"/>
    <w:rsid w:val="00962258"/>
    <w:rsid w:val="009678B5"/>
    <w:rsid w:val="009678B7"/>
    <w:rsid w:val="00992D9C"/>
    <w:rsid w:val="00996CB8"/>
    <w:rsid w:val="009A162A"/>
    <w:rsid w:val="009B2E97"/>
    <w:rsid w:val="009B4201"/>
    <w:rsid w:val="009B5146"/>
    <w:rsid w:val="009C1FB6"/>
    <w:rsid w:val="009C418E"/>
    <w:rsid w:val="009C442C"/>
    <w:rsid w:val="009D24E5"/>
    <w:rsid w:val="009E07F4"/>
    <w:rsid w:val="009F0867"/>
    <w:rsid w:val="009F309B"/>
    <w:rsid w:val="009F392E"/>
    <w:rsid w:val="009F53C5"/>
    <w:rsid w:val="009F638B"/>
    <w:rsid w:val="00A015D2"/>
    <w:rsid w:val="00A0740E"/>
    <w:rsid w:val="00A21A01"/>
    <w:rsid w:val="00A22592"/>
    <w:rsid w:val="00A3770E"/>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E6038"/>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55DF"/>
    <w:rsid w:val="00B968B2"/>
    <w:rsid w:val="00B97CC3"/>
    <w:rsid w:val="00BA17AE"/>
    <w:rsid w:val="00BA4CE0"/>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4F6D"/>
    <w:rsid w:val="00CB6A37"/>
    <w:rsid w:val="00CB7684"/>
    <w:rsid w:val="00CC7C8F"/>
    <w:rsid w:val="00CD1FC4"/>
    <w:rsid w:val="00CD6B53"/>
    <w:rsid w:val="00CE3FAF"/>
    <w:rsid w:val="00CE44E0"/>
    <w:rsid w:val="00D034A0"/>
    <w:rsid w:val="00D17628"/>
    <w:rsid w:val="00D21061"/>
    <w:rsid w:val="00D32554"/>
    <w:rsid w:val="00D40A8A"/>
    <w:rsid w:val="00D4108E"/>
    <w:rsid w:val="00D4328E"/>
    <w:rsid w:val="00D6163D"/>
    <w:rsid w:val="00D65992"/>
    <w:rsid w:val="00D77605"/>
    <w:rsid w:val="00D80984"/>
    <w:rsid w:val="00D831A3"/>
    <w:rsid w:val="00D97BE3"/>
    <w:rsid w:val="00DA3711"/>
    <w:rsid w:val="00DD1C6B"/>
    <w:rsid w:val="00DD46F3"/>
    <w:rsid w:val="00DE50B4"/>
    <w:rsid w:val="00DE56F2"/>
    <w:rsid w:val="00DF116D"/>
    <w:rsid w:val="00DF52E0"/>
    <w:rsid w:val="00DF5C57"/>
    <w:rsid w:val="00DF610F"/>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5213"/>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204BCF1-CC37-45BA-8D01-2B4CB354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27</Pages>
  <Words>4448</Words>
  <Characters>26247</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2</cp:revision>
  <cp:lastPrinted>2019-05-15T08:59:00Z</cp:lastPrinted>
  <dcterms:created xsi:type="dcterms:W3CDTF">2020-12-02T09:25:00Z</dcterms:created>
  <dcterms:modified xsi:type="dcterms:W3CDTF">2020-12-02T09:25:00Z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